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42417" w:rsidRPr="00B27DDA" w:rsidRDefault="00942417" w:rsidP="00B27DD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UCHWAŁA NR  26/362/10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ZARZ</w:t>
      </w:r>
      <w:r w:rsidRPr="000B0851">
        <w:rPr>
          <w:rFonts w:ascii="Times New Roman" w:hAnsi="Times New Roman"/>
          <w:b/>
        </w:rPr>
        <w:t>Ą</w:t>
      </w:r>
      <w:r>
        <w:rPr>
          <w:rFonts w:ascii="Times New Roman" w:hAnsi="Times New Roman"/>
          <w:b/>
          <w:bCs/>
        </w:rPr>
        <w:t>DU WOJEWÓDZTWA KUJAWSKO-POMORSKIEGO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 dnia 1 kwietnia 2010 r.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E20573">
        <w:rPr>
          <w:rFonts w:ascii="Times New Roman" w:hAnsi="Times New Roman"/>
          <w:b/>
          <w:bCs/>
        </w:rPr>
        <w:t>w sprawie ogłoszenia naboru wniosków o przyznanie pomocy dla operacji dotycz</w:t>
      </w:r>
      <w:r w:rsidRPr="00E20573">
        <w:rPr>
          <w:rFonts w:ascii="Times New Roman" w:hAnsi="Times New Roman"/>
        </w:rPr>
        <w:t>ą</w:t>
      </w:r>
      <w:r>
        <w:rPr>
          <w:rFonts w:ascii="Times New Roman" w:hAnsi="Times New Roman"/>
          <w:b/>
          <w:bCs/>
        </w:rPr>
        <w:t xml:space="preserve">cych gospodarki wodno - </w:t>
      </w:r>
      <w:r w:rsidRPr="005508AB">
        <w:rPr>
          <w:rFonts w:ascii="Times New Roman" w:hAnsi="Times New Roman"/>
          <w:b/>
          <w:bCs/>
        </w:rPr>
        <w:t>ś</w:t>
      </w:r>
      <w:r>
        <w:rPr>
          <w:rFonts w:ascii="Times New Roman" w:hAnsi="Times New Roman"/>
          <w:b/>
          <w:bCs/>
        </w:rPr>
        <w:t>ciekowej</w:t>
      </w:r>
      <w:r w:rsidRPr="00E20573">
        <w:rPr>
          <w:rFonts w:ascii="Times New Roman" w:hAnsi="Times New Roman"/>
          <w:b/>
          <w:bCs/>
        </w:rPr>
        <w:t xml:space="preserve"> w ramach działania</w:t>
      </w:r>
      <w:r>
        <w:rPr>
          <w:rFonts w:ascii="Times New Roman" w:hAnsi="Times New Roman"/>
          <w:b/>
          <w:bCs/>
        </w:rPr>
        <w:t xml:space="preserve"> </w:t>
      </w:r>
      <w:r w:rsidRPr="00E20573">
        <w:rPr>
          <w:rFonts w:ascii="Times New Roman" w:hAnsi="Times New Roman"/>
          <w:b/>
          <w:bCs/>
        </w:rPr>
        <w:t xml:space="preserve">321 ,,Podstawowe usługi dla gospodarki </w:t>
      </w:r>
      <w:r>
        <w:rPr>
          <w:rFonts w:ascii="Times New Roman" w:hAnsi="Times New Roman"/>
          <w:b/>
          <w:bCs/>
        </w:rPr>
        <w:br/>
      </w:r>
      <w:r w:rsidRPr="00E20573">
        <w:rPr>
          <w:rFonts w:ascii="Times New Roman" w:hAnsi="Times New Roman"/>
          <w:b/>
          <w:bCs/>
        </w:rPr>
        <w:t>i ludno</w:t>
      </w:r>
      <w:r w:rsidRPr="00E20573">
        <w:rPr>
          <w:rFonts w:ascii="Times New Roman" w:hAnsi="Times New Roman"/>
        </w:rPr>
        <w:t>ś</w:t>
      </w:r>
      <w:r w:rsidRPr="00E20573">
        <w:rPr>
          <w:rFonts w:ascii="Times New Roman" w:hAnsi="Times New Roman"/>
          <w:b/>
          <w:bCs/>
        </w:rPr>
        <w:t>ci wiejskiej” obj</w:t>
      </w:r>
      <w:r w:rsidRPr="00E422BE">
        <w:rPr>
          <w:rFonts w:ascii="Times New Roman" w:hAnsi="Times New Roman"/>
          <w:b/>
        </w:rPr>
        <w:t>ę</w:t>
      </w:r>
      <w:r w:rsidRPr="00E20573">
        <w:rPr>
          <w:rFonts w:ascii="Times New Roman" w:hAnsi="Times New Roman"/>
          <w:b/>
          <w:bCs/>
        </w:rPr>
        <w:t>tego Programem Rozwoju Obszarów Wiejskich na lata 2007</w:t>
      </w:r>
      <w:r w:rsidRPr="00E20573">
        <w:rPr>
          <w:rFonts w:ascii="Times New Roman" w:hAnsi="Times New Roman"/>
        </w:rPr>
        <w:t>-</w:t>
      </w:r>
      <w:r w:rsidRPr="00E20573">
        <w:rPr>
          <w:rFonts w:ascii="Times New Roman" w:hAnsi="Times New Roman"/>
          <w:b/>
          <w:bCs/>
        </w:rPr>
        <w:t>2013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42417" w:rsidRPr="00E20573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42417" w:rsidRPr="00E20573" w:rsidRDefault="00942417" w:rsidP="00E205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E20573">
        <w:rPr>
          <w:rFonts w:ascii="Times New Roman" w:hAnsi="Times New Roman"/>
        </w:rPr>
        <w:t xml:space="preserve">Na podstawie art. 41 ust. 1 ustawy z dnia 5 czerwca 1998 r. o samorządzie województwa </w:t>
      </w:r>
      <w:r w:rsidRPr="00E20573">
        <w:rPr>
          <w:rFonts w:ascii="Times New Roman" w:hAnsi="Times New Roman"/>
        </w:rPr>
        <w:br/>
        <w:t>(Dz. U. z 2001 r. Nr 142, poz. 1590 ze zm.</w:t>
      </w:r>
      <w:r>
        <w:rPr>
          <w:rStyle w:val="FootnoteReference"/>
          <w:rFonts w:ascii="Times New Roman" w:hAnsi="Times New Roman"/>
        </w:rPr>
        <w:footnoteReference w:id="1"/>
      </w:r>
      <w:r w:rsidRPr="00E20573">
        <w:rPr>
          <w:rFonts w:ascii="Times New Roman" w:hAnsi="Times New Roman"/>
        </w:rPr>
        <w:t>), art. 6 ust. 1 pkt 2 ustawy z dnia</w:t>
      </w:r>
      <w:r>
        <w:rPr>
          <w:rFonts w:ascii="Times New Roman" w:hAnsi="Times New Roman"/>
        </w:rPr>
        <w:t xml:space="preserve"> </w:t>
      </w:r>
      <w:r w:rsidRPr="00E20573">
        <w:rPr>
          <w:rFonts w:ascii="Times New Roman" w:hAnsi="Times New Roman"/>
        </w:rPr>
        <w:t xml:space="preserve">7 marca 2007 r. </w:t>
      </w:r>
      <w:r w:rsidRPr="00E20573">
        <w:rPr>
          <w:rFonts w:ascii="Times New Roman" w:hAnsi="Times New Roman"/>
        </w:rPr>
        <w:br/>
        <w:t>o wspieraniu rozwoju obszarów wiejskich z udziałem środków Europejskiego Funduszu Rolnego na rzecz Rozwoju Obszarów Wiejskich (Dz. U. Nr 64, poz. 427 ze zm.</w:t>
      </w:r>
      <w:r>
        <w:rPr>
          <w:rStyle w:val="FootnoteReference"/>
          <w:rFonts w:ascii="Times New Roman" w:hAnsi="Times New Roman"/>
        </w:rPr>
        <w:footnoteReference w:id="2"/>
      </w:r>
      <w:r w:rsidRPr="00E20573">
        <w:rPr>
          <w:rFonts w:ascii="Times New Roman" w:hAnsi="Times New Roman"/>
        </w:rPr>
        <w:t>),</w:t>
      </w:r>
      <w:r>
        <w:rPr>
          <w:rFonts w:ascii="Times New Roman" w:hAnsi="Times New Roman"/>
        </w:rPr>
        <w:t xml:space="preserve"> </w:t>
      </w:r>
      <w:r w:rsidRPr="00E20573">
        <w:rPr>
          <w:rFonts w:ascii="Times New Roman" w:hAnsi="Times New Roman"/>
        </w:rPr>
        <w:t>§ 6 rozporządzenia Ministra Rolnictwa i Rozwoju Wsi z dnia 1 kwietnia 2008 r. w sprawie szczegółowych warunków i trybu przyznawania oraz wypłaty pomocy finansowej w ramach działania ,,Podstawowe usługi dla gospodarki i ludności wiejskiej” objętego Programem Rozwoju Obszarów Wiejskich na lata 2007-2013 (Dz. U. Nr 60, poz. 373</w:t>
      </w:r>
      <w:r>
        <w:rPr>
          <w:rFonts w:ascii="Times New Roman" w:hAnsi="Times New Roman"/>
        </w:rPr>
        <w:t xml:space="preserve"> ze zm.</w:t>
      </w:r>
      <w:r>
        <w:rPr>
          <w:rStyle w:val="FootnoteReference"/>
          <w:rFonts w:ascii="Times New Roman" w:hAnsi="Times New Roman"/>
        </w:rPr>
        <w:footnoteReference w:id="3"/>
      </w:r>
      <w:r w:rsidRPr="00E20573">
        <w:rPr>
          <w:rFonts w:ascii="Times New Roman" w:hAnsi="Times New Roman"/>
        </w:rPr>
        <w:t>), uchwala się, co następuje: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§ 1. </w:t>
      </w:r>
      <w:r>
        <w:rPr>
          <w:rFonts w:ascii="Times New Roman" w:hAnsi="Times New Roman"/>
        </w:rPr>
        <w:t>Ustala si</w:t>
      </w:r>
      <w:r w:rsidRPr="005508AB">
        <w:rPr>
          <w:rFonts w:ascii="Times New Roman" w:hAnsi="Times New Roman"/>
        </w:rPr>
        <w:t>ę</w:t>
      </w:r>
      <w:r>
        <w:rPr>
          <w:rFonts w:ascii="TimesNewRoman" w:hAnsi="TimesNewRoman" w:cs="TimesNewRoman"/>
        </w:rPr>
        <w:t xml:space="preserve"> </w:t>
      </w:r>
      <w:r>
        <w:rPr>
          <w:rFonts w:ascii="Times New Roman" w:hAnsi="Times New Roman"/>
        </w:rPr>
        <w:t>termin składania wniosków o przyznanie pomocy dla operacji dotycz</w:t>
      </w:r>
      <w:r w:rsidRPr="005508AB">
        <w:rPr>
          <w:rFonts w:ascii="Times New Roman" w:hAnsi="Times New Roman"/>
        </w:rPr>
        <w:t>ą</w:t>
      </w:r>
      <w:r>
        <w:rPr>
          <w:rFonts w:ascii="Times New Roman" w:hAnsi="Times New Roman"/>
        </w:rPr>
        <w:t>cych gospodarki wodno – ściekowej w ramach działania 321 ,,Podstawowe usługi dla gospodarki i ludno</w:t>
      </w:r>
      <w:r w:rsidRPr="005508AB">
        <w:rPr>
          <w:rFonts w:ascii="Times New Roman" w:hAnsi="Times New Roman"/>
        </w:rPr>
        <w:t>ś</w:t>
      </w:r>
      <w:r>
        <w:rPr>
          <w:rFonts w:ascii="Times New Roman" w:hAnsi="Times New Roman"/>
        </w:rPr>
        <w:t>ci wiejskiej” obj</w:t>
      </w:r>
      <w:r w:rsidRPr="00E422BE">
        <w:rPr>
          <w:rFonts w:ascii="Times New Roman" w:hAnsi="Times New Roman"/>
        </w:rPr>
        <w:t>ę</w:t>
      </w:r>
      <w:r>
        <w:rPr>
          <w:rFonts w:ascii="Times New Roman" w:hAnsi="Times New Roman"/>
        </w:rPr>
        <w:t xml:space="preserve">tego Programem Rozwoju Obszarów Wiejskich na lata 2007-2013 </w:t>
      </w:r>
      <w:r>
        <w:rPr>
          <w:rFonts w:ascii="Times New Roman" w:hAnsi="Times New Roman"/>
          <w:b/>
          <w:bCs/>
        </w:rPr>
        <w:t>od dnia 21 kwietnia 2010 r. do dnia 18 czerwca 2010 r. do godz. 12:00.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§ 2. </w:t>
      </w:r>
      <w:r>
        <w:rPr>
          <w:rFonts w:ascii="Times New Roman" w:hAnsi="Times New Roman"/>
        </w:rPr>
        <w:t>Ogłoszenie o naborze wniosków stanowi zał</w:t>
      </w:r>
      <w:r w:rsidRPr="00E422BE">
        <w:rPr>
          <w:rFonts w:ascii="Times New Roman" w:hAnsi="Times New Roman"/>
        </w:rPr>
        <w:t>ą</w:t>
      </w:r>
      <w:r>
        <w:rPr>
          <w:rFonts w:ascii="Times New Roman" w:hAnsi="Times New Roman"/>
        </w:rPr>
        <w:t>cznik do niniejszej uchwały.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§ 3. </w:t>
      </w:r>
      <w:r>
        <w:rPr>
          <w:rFonts w:ascii="Times New Roman" w:hAnsi="Times New Roman"/>
        </w:rPr>
        <w:t>Wykonanie uchwały powierza si</w:t>
      </w:r>
      <w:r>
        <w:rPr>
          <w:rFonts w:ascii="TimesNewRoman" w:hAnsi="TimesNewRoman" w:cs="TimesNewRoman"/>
        </w:rPr>
        <w:t xml:space="preserve">ę </w:t>
      </w:r>
      <w:r>
        <w:rPr>
          <w:rFonts w:ascii="Times New Roman" w:hAnsi="Times New Roman"/>
        </w:rPr>
        <w:t>Dyrektorowi Departamentu Polityki Regionalnej Urzędu Marszałkowskiego Województwa Kujawsko-Pomorskiego w Toruniu.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§ 4. </w:t>
      </w:r>
      <w:r>
        <w:rPr>
          <w:rFonts w:ascii="Times New Roman" w:hAnsi="Times New Roman"/>
        </w:rPr>
        <w:t>Uchwała wchodzi w życie z dniem podj</w:t>
      </w:r>
      <w:r w:rsidRPr="00E422BE">
        <w:rPr>
          <w:rFonts w:ascii="Times New Roman" w:hAnsi="Times New Roman"/>
        </w:rPr>
        <w:t>ę</w:t>
      </w:r>
      <w:r>
        <w:rPr>
          <w:rFonts w:ascii="Times New Roman" w:hAnsi="Times New Roman"/>
        </w:rPr>
        <w:t>cia.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942417" w:rsidRPr="00A8771F" w:rsidRDefault="00942417" w:rsidP="0090646A">
      <w:pPr>
        <w:autoSpaceDE w:val="0"/>
        <w:autoSpaceDN w:val="0"/>
        <w:adjustRightInd w:val="0"/>
        <w:jc w:val="center"/>
        <w:rPr>
          <w:b/>
          <w:bCs/>
        </w:rPr>
      </w:pPr>
      <w:r w:rsidRPr="00A8771F">
        <w:rPr>
          <w:b/>
          <w:bCs/>
        </w:rPr>
        <w:t>UZASADNIENIE</w:t>
      </w:r>
    </w:p>
    <w:p w:rsidR="00942417" w:rsidRPr="00A8771F" w:rsidRDefault="00942417" w:rsidP="0090646A">
      <w:pPr>
        <w:autoSpaceDE w:val="0"/>
        <w:autoSpaceDN w:val="0"/>
        <w:adjustRightInd w:val="0"/>
        <w:jc w:val="center"/>
        <w:rPr>
          <w:b/>
          <w:bCs/>
        </w:rPr>
      </w:pPr>
    </w:p>
    <w:p w:rsidR="00942417" w:rsidRPr="00A8771F" w:rsidRDefault="00942417" w:rsidP="0090646A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942417" w:rsidRPr="00A8771F" w:rsidRDefault="00942417" w:rsidP="0090646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8771F">
        <w:t xml:space="preserve">Wymóg ustalenia przez właściwy organ samorządu województwa terminu i miejsca składania wniosków o przyznanie pomocy dla działania 321 „Podstawowe usługi dla gospodarki i ludności wiejskiej” objętego Programem Rozwoju Obszarów Wiejskich na lata 2007-2013 wynika z </w:t>
      </w:r>
      <w:r w:rsidRPr="00A8771F">
        <w:rPr>
          <w:bCs/>
        </w:rPr>
        <w:t xml:space="preserve">§ </w:t>
      </w:r>
      <w:r w:rsidRPr="00A8771F">
        <w:t>6 rozporządzenia Ministra Rolnictwa i Rozwoju Wsi z dnia</w:t>
      </w:r>
      <w:r>
        <w:t xml:space="preserve"> </w:t>
      </w:r>
      <w:r w:rsidRPr="00A8771F">
        <w:t>1 kwietnia 2008 r. w sprawie szczegółowych warunków i trybu przyznawania oraz wypłaty pomocy finansowej w ramach działania „Podstawowe usługi dla gospodarki i ludności wiejskiej” objętego Programem Rozwoju Obszarów Wiejskich na lata 2007-2013.</w:t>
      </w:r>
    </w:p>
    <w:p w:rsidR="00942417" w:rsidRDefault="00942417" w:rsidP="0090646A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Ponadto zgodnie z </w:t>
      </w:r>
      <w:r w:rsidRPr="00A8771F">
        <w:rPr>
          <w:bCs/>
        </w:rPr>
        <w:t xml:space="preserve">§ </w:t>
      </w:r>
      <w:r w:rsidRPr="00A8771F">
        <w:t>6</w:t>
      </w:r>
      <w:r>
        <w:t xml:space="preserve"> w/w rozporządzenia t</w:t>
      </w:r>
      <w:r w:rsidRPr="00A8771F">
        <w:t>ermin składania wniosków o przyznanie pomocy nie może być krótszy niż 14 dni i dłuższy niż</w:t>
      </w:r>
      <w:r>
        <w:t xml:space="preserve"> 60 dni, z tym że p</w:t>
      </w:r>
      <w:r w:rsidRPr="00A8771F">
        <w:t>oczątek tego terminu nie może być wyznaczony wcześniej niż po upływie 14 dni od dnia podania do publicznej wiadomości informacji</w:t>
      </w:r>
      <w:r>
        <w:br/>
      </w:r>
      <w:r w:rsidRPr="00A8771F">
        <w:t>o terminie i miejscu składania wniosków o przyznanie pomocy oraz informacji o kryterium regionalnym, opartym na mierzalnym wskaźniku</w:t>
      </w:r>
      <w:r>
        <w:t xml:space="preserve"> </w:t>
      </w:r>
      <w:r w:rsidRPr="00A8771F">
        <w:t xml:space="preserve">i uwzględniającym specyfikę województwa. </w:t>
      </w:r>
    </w:p>
    <w:p w:rsidR="00942417" w:rsidRDefault="00942417" w:rsidP="0090646A">
      <w:pPr>
        <w:spacing w:line="360" w:lineRule="auto"/>
        <w:ind w:firstLine="708"/>
        <w:jc w:val="both"/>
      </w:pPr>
      <w:r>
        <w:t xml:space="preserve">Wysokość limitu środków dla operacji dotyczących gospodarki wodno-ściekowej w ramach działania 321 „Podstawowe usługi dla gospodarki i ludności wiejskiej” objętego Programem Rozwoju Obszarów Wiejskich na lata 2007-2013, zgodnie z uchwałą Zarządu Województwa Kujawsko-Pomorskiego w sprawie podziału środków na poszczególne zakresy działania, </w:t>
      </w:r>
      <w:r>
        <w:br/>
        <w:t>wynosi 109 358 120,38 zł.</w:t>
      </w:r>
    </w:p>
    <w:p w:rsidR="00942417" w:rsidRDefault="00942417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sectPr w:rsidR="00942417" w:rsidSect="00461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417" w:rsidRDefault="00942417" w:rsidP="00E20573">
      <w:pPr>
        <w:spacing w:after="0" w:line="240" w:lineRule="auto"/>
      </w:pPr>
      <w:r>
        <w:separator/>
      </w:r>
    </w:p>
  </w:endnote>
  <w:endnote w:type="continuationSeparator" w:id="0">
    <w:p w:rsidR="00942417" w:rsidRDefault="00942417" w:rsidP="00E2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417" w:rsidRDefault="00942417" w:rsidP="00E20573">
      <w:pPr>
        <w:spacing w:after="0" w:line="240" w:lineRule="auto"/>
      </w:pPr>
      <w:r>
        <w:separator/>
      </w:r>
    </w:p>
  </w:footnote>
  <w:footnote w:type="continuationSeparator" w:id="0">
    <w:p w:rsidR="00942417" w:rsidRDefault="00942417" w:rsidP="00E20573">
      <w:pPr>
        <w:spacing w:after="0" w:line="240" w:lineRule="auto"/>
      </w:pPr>
      <w:r>
        <w:continuationSeparator/>
      </w:r>
    </w:p>
  </w:footnote>
  <w:footnote w:id="1">
    <w:p w:rsidR="00942417" w:rsidRPr="00E20573" w:rsidRDefault="00942417" w:rsidP="00E42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20573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E20573">
        <w:rPr>
          <w:rFonts w:ascii="Times New Roman" w:hAnsi="Times New Roman"/>
          <w:sz w:val="20"/>
          <w:szCs w:val="20"/>
        </w:rPr>
        <w:t xml:space="preserve"> Zmiany tekstu jednolitego wymienionej ustawy zostały ogłoszone w Dz. U. z 2002r. Nr 23, poz. 220, Nr 62, poz. 558,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573">
        <w:rPr>
          <w:rFonts w:ascii="Times New Roman" w:hAnsi="Times New Roman"/>
          <w:sz w:val="20"/>
          <w:szCs w:val="20"/>
        </w:rPr>
        <w:t>Nr 153, poz. 1271, Nr 214, poz. 1806, z 2003r. Nr 162, poz. 1568, z 2004 r. Nr 102, poz. 1055, Nr 116, poz. 1206, Nr 167, poz.1759, z 2006r. Nr 126, poz. 875, Nr 227, poz. 1658,</w:t>
      </w:r>
      <w:r>
        <w:rPr>
          <w:rFonts w:ascii="Times New Roman" w:hAnsi="Times New Roman"/>
          <w:sz w:val="20"/>
          <w:szCs w:val="20"/>
        </w:rPr>
        <w:t xml:space="preserve"> z 2007r. Nr 173, poz. 1218,</w:t>
      </w:r>
      <w:r w:rsidRPr="00E2057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br/>
      </w:r>
      <w:r w:rsidRPr="00E20573">
        <w:rPr>
          <w:rFonts w:ascii="Times New Roman" w:hAnsi="Times New Roman"/>
          <w:sz w:val="20"/>
          <w:szCs w:val="20"/>
        </w:rPr>
        <w:t>z 2008 r. Nr 180, poz. 1111,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573">
        <w:rPr>
          <w:rFonts w:ascii="Times New Roman" w:hAnsi="Times New Roman"/>
          <w:sz w:val="20"/>
          <w:szCs w:val="20"/>
        </w:rPr>
        <w:t>Nr 216</w:t>
      </w:r>
      <w:r>
        <w:rPr>
          <w:rFonts w:ascii="Times New Roman" w:hAnsi="Times New Roman"/>
          <w:sz w:val="20"/>
          <w:szCs w:val="20"/>
        </w:rPr>
        <w:t xml:space="preserve">, poz. 1370, Nr 223, poz. 1458, z 2009r. Nr 157, poz. 1241 oraz z 2010r. </w:t>
      </w:r>
      <w:r>
        <w:rPr>
          <w:rFonts w:ascii="Times New Roman" w:hAnsi="Times New Roman"/>
          <w:sz w:val="20"/>
          <w:szCs w:val="20"/>
        </w:rPr>
        <w:br/>
        <w:t>Nr 28, poz. 142, Nr 28, poz. 146.</w:t>
      </w:r>
    </w:p>
    <w:p w:rsidR="00942417" w:rsidRDefault="00942417" w:rsidP="00E422BE">
      <w:pPr>
        <w:autoSpaceDE w:val="0"/>
        <w:autoSpaceDN w:val="0"/>
        <w:adjustRightInd w:val="0"/>
        <w:spacing w:after="0" w:line="240" w:lineRule="auto"/>
        <w:jc w:val="both"/>
      </w:pPr>
    </w:p>
  </w:footnote>
  <w:footnote w:id="2">
    <w:p w:rsidR="00942417" w:rsidRPr="00E20573" w:rsidRDefault="00942417" w:rsidP="00E42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20573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E20573">
        <w:rPr>
          <w:rFonts w:ascii="Times New Roman" w:hAnsi="Times New Roman"/>
          <w:sz w:val="20"/>
          <w:szCs w:val="20"/>
        </w:rPr>
        <w:t xml:space="preserve"> Zmiany tekstu wymienionej ustawy zostały ogłoszone w Dz. U. z 2008r. Nr 98, poz. 634, Nr 214, poz. 1349, Nr 237, poz.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573">
        <w:rPr>
          <w:rFonts w:ascii="Times New Roman" w:hAnsi="Times New Roman"/>
          <w:sz w:val="20"/>
          <w:szCs w:val="20"/>
        </w:rPr>
        <w:t>1655 oraz z 2009r. Dz. U. Nr 20, poz. 105.</w:t>
      </w:r>
    </w:p>
    <w:p w:rsidR="00942417" w:rsidRDefault="00942417" w:rsidP="00E422BE">
      <w:pPr>
        <w:autoSpaceDE w:val="0"/>
        <w:autoSpaceDN w:val="0"/>
        <w:adjustRightInd w:val="0"/>
        <w:spacing w:after="0" w:line="240" w:lineRule="auto"/>
        <w:jc w:val="both"/>
      </w:pPr>
    </w:p>
  </w:footnote>
  <w:footnote w:id="3">
    <w:p w:rsidR="00942417" w:rsidRDefault="00942417">
      <w:pPr>
        <w:pStyle w:val="FootnoteText"/>
      </w:pPr>
      <w:r w:rsidRPr="00E20573">
        <w:rPr>
          <w:rStyle w:val="FootnoteReference"/>
          <w:rFonts w:ascii="Times New Roman" w:hAnsi="Times New Roman"/>
        </w:rPr>
        <w:footnoteRef/>
      </w:r>
      <w:r w:rsidRPr="00E20573">
        <w:rPr>
          <w:rFonts w:ascii="Times New Roman" w:hAnsi="Times New Roman"/>
        </w:rPr>
        <w:t xml:space="preserve"> Zmiana tekstu wymienionego rozporządzenia została ogłoszona w Dz. U. z 2009r. Nr 201, poz. 1544.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573"/>
    <w:rsid w:val="000B0851"/>
    <w:rsid w:val="00115C9F"/>
    <w:rsid w:val="00153823"/>
    <w:rsid w:val="00164F54"/>
    <w:rsid w:val="00205215"/>
    <w:rsid w:val="00233531"/>
    <w:rsid w:val="004610EA"/>
    <w:rsid w:val="005508AB"/>
    <w:rsid w:val="005F62C5"/>
    <w:rsid w:val="00606B11"/>
    <w:rsid w:val="00621F75"/>
    <w:rsid w:val="006C3436"/>
    <w:rsid w:val="0089198A"/>
    <w:rsid w:val="008A4CEA"/>
    <w:rsid w:val="0090646A"/>
    <w:rsid w:val="00942417"/>
    <w:rsid w:val="00A6502E"/>
    <w:rsid w:val="00A8771F"/>
    <w:rsid w:val="00AA5E6E"/>
    <w:rsid w:val="00B01BEF"/>
    <w:rsid w:val="00B27DDA"/>
    <w:rsid w:val="00DD64FE"/>
    <w:rsid w:val="00E20573"/>
    <w:rsid w:val="00E422BE"/>
    <w:rsid w:val="00E4363C"/>
    <w:rsid w:val="00E76CF9"/>
    <w:rsid w:val="00E90D33"/>
    <w:rsid w:val="00FF6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0E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E205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2057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2057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84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441</Words>
  <Characters>2649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a.polinska</dc:creator>
  <cp:keywords/>
  <dc:description/>
  <cp:lastModifiedBy>Marek Retlewski</cp:lastModifiedBy>
  <cp:revision>2</cp:revision>
  <cp:lastPrinted>2010-03-25T11:42:00Z</cp:lastPrinted>
  <dcterms:created xsi:type="dcterms:W3CDTF">2010-04-02T10:25:00Z</dcterms:created>
  <dcterms:modified xsi:type="dcterms:W3CDTF">2010-04-02T10:25:00Z</dcterms:modified>
</cp:coreProperties>
</file>